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4E43" w14:textId="4D9E9E0E" w:rsidR="00463F67" w:rsidRDefault="0098155C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6A1278F985D54AA8A9898D7D9A95E9E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95448" w:rsidRPr="00495448">
            <w:rPr>
              <w:kern w:val="32"/>
              <w:szCs w:val="24"/>
            </w:rPr>
            <w:t>Form A08 Landing area / site (ALA / HLA) survey report form and register</w:t>
          </w:r>
        </w:sdtContent>
      </w:sdt>
    </w:p>
    <w:tbl>
      <w:tblPr>
        <w:tblStyle w:val="SD-MOStable"/>
        <w:tblW w:w="9634" w:type="dxa"/>
        <w:tblLook w:val="06A0" w:firstRow="1" w:lastRow="0" w:firstColumn="1" w:lastColumn="0" w:noHBand="1" w:noVBand="1"/>
      </w:tblPr>
      <w:tblGrid>
        <w:gridCol w:w="2689"/>
        <w:gridCol w:w="6945"/>
      </w:tblGrid>
      <w:tr w:rsidR="00FD0395" w:rsidRPr="00446784" w14:paraId="0F23263C" w14:textId="77777777" w:rsidTr="00446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B7D1530" w14:textId="30F88E1E" w:rsidR="00FD0395" w:rsidRPr="00446784" w:rsidRDefault="00FD0395" w:rsidP="00446784">
            <w:pPr>
              <w:rPr>
                <w:sz w:val="24"/>
                <w:szCs w:val="24"/>
              </w:rPr>
            </w:pPr>
            <w:r w:rsidRPr="00446784">
              <w:rPr>
                <w:sz w:val="24"/>
                <w:szCs w:val="24"/>
              </w:rPr>
              <w:t>Aeroplanes</w:t>
            </w:r>
          </w:p>
        </w:tc>
        <w:tc>
          <w:tcPr>
            <w:tcW w:w="6945" w:type="dxa"/>
          </w:tcPr>
          <w:p w14:paraId="78A28DB4" w14:textId="77777777" w:rsidR="00FD0395" w:rsidRPr="00446784" w:rsidRDefault="00FD0395" w:rsidP="004467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C28C9" w:rsidRPr="00102F1E" w14:paraId="43367B0B" w14:textId="77777777" w:rsidTr="00BA5F84">
        <w:trPr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0080A2" w:themeColor="accent2"/>
            </w:tcBorders>
          </w:tcPr>
          <w:p w14:paraId="4516BDD5" w14:textId="0A2BB022" w:rsidR="002C28C9" w:rsidRPr="00446784" w:rsidRDefault="002C28C9" w:rsidP="00446784">
            <w:r w:rsidRPr="00446784">
              <w:t>Name of ALA</w:t>
            </w:r>
          </w:p>
        </w:tc>
        <w:tc>
          <w:tcPr>
            <w:tcW w:w="6945" w:type="dxa"/>
          </w:tcPr>
          <w:p w14:paraId="147D7D22" w14:textId="77777777" w:rsidR="002C28C9" w:rsidRPr="00102F1E" w:rsidRDefault="002C28C9" w:rsidP="005F7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8C9" w:rsidRPr="00102F1E" w14:paraId="2F9AF76A" w14:textId="77777777" w:rsidTr="00BA5F8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0080A2" w:themeColor="accent2"/>
              <w:left w:val="single" w:sz="4" w:space="0" w:color="0080A2" w:themeColor="accent2"/>
              <w:bottom w:val="nil"/>
              <w:right w:val="single" w:sz="4" w:space="0" w:color="0080A2" w:themeColor="accent2"/>
            </w:tcBorders>
            <w:vAlign w:val="bottom"/>
          </w:tcPr>
          <w:p w14:paraId="1C1B3CD9" w14:textId="095300B1" w:rsidR="002C28C9" w:rsidRPr="00446784" w:rsidRDefault="002C28C9" w:rsidP="00BA5F84">
            <w:r w:rsidRPr="00446784">
              <w:t xml:space="preserve">*Location </w:t>
            </w:r>
            <w:r w:rsidRPr="00446784">
              <w:br/>
            </w:r>
            <w:r w:rsidRPr="00446784">
              <w:rPr>
                <w:rStyle w:val="bold"/>
              </w:rPr>
              <w:t xml:space="preserve">BRG &amp; </w:t>
            </w:r>
            <w:proofErr w:type="spellStart"/>
            <w:r w:rsidRPr="00446784">
              <w:rPr>
                <w:rStyle w:val="bold"/>
              </w:rPr>
              <w:t>Dist</w:t>
            </w:r>
            <w:proofErr w:type="spellEnd"/>
          </w:p>
        </w:tc>
        <w:tc>
          <w:tcPr>
            <w:tcW w:w="6945" w:type="dxa"/>
            <w:tcBorders>
              <w:left w:val="single" w:sz="4" w:space="0" w:color="0080A2" w:themeColor="accent2"/>
            </w:tcBorders>
            <w:vAlign w:val="bottom"/>
          </w:tcPr>
          <w:p w14:paraId="5BFA213B" w14:textId="3023DD2D" w:rsidR="002C28C9" w:rsidRPr="00102F1E" w:rsidRDefault="002C28C9" w:rsidP="00BA5F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8C9" w:rsidRPr="00102F1E" w14:paraId="4E584264" w14:textId="77777777" w:rsidTr="00BA5F8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il"/>
              <w:left w:val="single" w:sz="4" w:space="0" w:color="0080A2" w:themeColor="accent2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2D1F6568" w14:textId="4D96F504" w:rsidR="002C28C9" w:rsidRPr="00446784" w:rsidRDefault="002C28C9" w:rsidP="00BA5F84">
            <w:pPr>
              <w:rPr>
                <w:rStyle w:val="bold"/>
              </w:rPr>
            </w:pPr>
            <w:r w:rsidRPr="00446784">
              <w:rPr>
                <w:rStyle w:val="bold"/>
              </w:rPr>
              <w:t>Lat / Long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28820D4A" w14:textId="572550BB" w:rsidR="002C28C9" w:rsidRDefault="002C28C9" w:rsidP="005F7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8C9" w:rsidRPr="00102F1E" w14:paraId="0673A013" w14:textId="77777777" w:rsidTr="00BA5F8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0080A2" w:themeColor="accent2"/>
              <w:left w:val="single" w:sz="4" w:space="0" w:color="0080A2" w:themeColor="accent2"/>
              <w:bottom w:val="nil"/>
              <w:right w:val="single" w:sz="4" w:space="0" w:color="0080A2" w:themeColor="accent2"/>
            </w:tcBorders>
          </w:tcPr>
          <w:p w14:paraId="671258A0" w14:textId="61549F7C" w:rsidR="002C28C9" w:rsidRPr="00446784" w:rsidRDefault="002C28C9" w:rsidP="00446784">
            <w:r w:rsidRPr="00446784">
              <w:t>Owner or *contact</w:t>
            </w:r>
            <w:r w:rsidR="000664B2" w:rsidRPr="00446784">
              <w:t xml:space="preserve"> </w:t>
            </w:r>
            <w:r w:rsidRPr="00446784">
              <w:t>details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45DED807" w14:textId="77777777" w:rsidR="002C28C9" w:rsidRDefault="002C28C9" w:rsidP="00877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8C9" w:rsidRPr="00102F1E" w14:paraId="2B5A3706" w14:textId="77777777" w:rsidTr="00BA5F8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il"/>
              <w:left w:val="single" w:sz="4" w:space="0" w:color="0080A2" w:themeColor="accent2"/>
              <w:bottom w:val="nil"/>
              <w:right w:val="single" w:sz="4" w:space="0" w:color="0080A2" w:themeColor="accent2"/>
            </w:tcBorders>
          </w:tcPr>
          <w:p w14:paraId="4ED85AFA" w14:textId="3027E698" w:rsidR="002C28C9" w:rsidRPr="00446784" w:rsidRDefault="002C28C9" w:rsidP="00446784">
            <w:pPr>
              <w:rPr>
                <w:rStyle w:val="bold"/>
              </w:rPr>
            </w:pPr>
            <w:r w:rsidRPr="00446784">
              <w:rPr>
                <w:rStyle w:val="bold"/>
              </w:rPr>
              <w:t>Phone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5D2710BF" w14:textId="5997D088" w:rsidR="002C28C9" w:rsidRDefault="002C28C9" w:rsidP="00877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8C9" w:rsidRPr="00102F1E" w14:paraId="70E982DE" w14:textId="77777777" w:rsidTr="00BA5F8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il"/>
              <w:left w:val="single" w:sz="4" w:space="0" w:color="0080A2" w:themeColor="accent2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2E4505FD" w14:textId="4CC24264" w:rsidR="002C28C9" w:rsidRPr="00446784" w:rsidRDefault="002C28C9" w:rsidP="00446784">
            <w:pPr>
              <w:rPr>
                <w:rStyle w:val="bold"/>
              </w:rPr>
            </w:pPr>
            <w:r w:rsidRPr="00446784">
              <w:rPr>
                <w:rStyle w:val="bold"/>
              </w:rPr>
              <w:t>Email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29037CEC" w14:textId="789D7C9B" w:rsidR="002C28C9" w:rsidRDefault="002C28C9" w:rsidP="00877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28C9" w:rsidRPr="00102F1E" w14:paraId="7F8CF836" w14:textId="77777777" w:rsidTr="00BA5F8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0080A2" w:themeColor="accent2"/>
            </w:tcBorders>
          </w:tcPr>
          <w:p w14:paraId="1CD0A6C3" w14:textId="51E94925" w:rsidR="002C28C9" w:rsidRPr="00446784" w:rsidRDefault="002C28C9" w:rsidP="00446784">
            <w:r w:rsidRPr="00446784">
              <w:t>Facilities</w:t>
            </w:r>
            <w:r w:rsidRPr="00446784">
              <w:br/>
              <w:t>(check if available)</w:t>
            </w:r>
          </w:p>
        </w:tc>
        <w:tc>
          <w:tcPr>
            <w:tcW w:w="6945" w:type="dxa"/>
          </w:tcPr>
          <w:p w14:paraId="78B08D0C" w14:textId="5B62DEFE" w:rsidR="002C28C9" w:rsidRDefault="0098155C" w:rsidP="005F7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357651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8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8C9">
              <w:t xml:space="preserve"> </w:t>
            </w:r>
            <w:r w:rsidR="002C28C9" w:rsidRPr="00A96FED">
              <w:t>Phone</w:t>
            </w:r>
            <w:r w:rsidR="0013734D">
              <w:tab/>
            </w:r>
            <w:sdt>
              <w:sdtPr>
                <w:id w:val="-60803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8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8C9">
              <w:t xml:space="preserve"> </w:t>
            </w:r>
            <w:r w:rsidR="002C28C9" w:rsidRPr="00A96FED">
              <w:t>Mobile Phone Reception</w:t>
            </w:r>
            <w:r w:rsidR="0013734D">
              <w:t xml:space="preserve"> </w:t>
            </w:r>
            <w:r w:rsidR="0013734D">
              <w:tab/>
            </w:r>
            <w:sdt>
              <w:sdtPr>
                <w:id w:val="2005473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8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8C9">
              <w:t xml:space="preserve"> </w:t>
            </w:r>
            <w:r w:rsidR="002C28C9" w:rsidRPr="00A96FED">
              <w:t>Fuel</w:t>
            </w:r>
          </w:p>
          <w:p w14:paraId="0B9A409D" w14:textId="7A4DC1C5" w:rsidR="002C28C9" w:rsidRDefault="0098155C" w:rsidP="001373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60516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8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8C9">
              <w:t xml:space="preserve"> </w:t>
            </w:r>
            <w:r w:rsidR="002C28C9" w:rsidRPr="00A96FED">
              <w:t>Shelter</w:t>
            </w:r>
            <w:r w:rsidR="0013734D">
              <w:tab/>
            </w:r>
            <w:sdt>
              <w:sdtPr>
                <w:id w:val="-163554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8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8C9">
              <w:t xml:space="preserve"> </w:t>
            </w:r>
            <w:r w:rsidR="002C28C9" w:rsidRPr="00A96FED">
              <w:t>Paved Road</w:t>
            </w:r>
          </w:p>
        </w:tc>
      </w:tr>
      <w:tr w:rsidR="002C28C9" w:rsidRPr="00102F1E" w14:paraId="39455772" w14:textId="77777777" w:rsidTr="00446784">
        <w:trPr>
          <w:trHeight w:val="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B191AB0" w14:textId="26F64B03" w:rsidR="002C28C9" w:rsidRPr="00446784" w:rsidRDefault="002C28C9" w:rsidP="00446784">
            <w:r w:rsidRPr="00446784">
              <w:t>Nearest town or city</w:t>
            </w:r>
          </w:p>
        </w:tc>
        <w:tc>
          <w:tcPr>
            <w:tcW w:w="6945" w:type="dxa"/>
          </w:tcPr>
          <w:p w14:paraId="1D21BAEA" w14:textId="77777777" w:rsidR="002C28C9" w:rsidRDefault="002C28C9" w:rsidP="005F7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1B2CD2" w14:textId="72912709" w:rsidR="00CD609A" w:rsidRDefault="00C17E6E" w:rsidP="00C17E6E">
      <w:pPr>
        <w:pStyle w:val="Heading5"/>
        <w:rPr>
          <w:rStyle w:val="bold"/>
          <w:b/>
          <w:bCs w:val="0"/>
        </w:rPr>
      </w:pPr>
      <w:r w:rsidRPr="00C17E6E">
        <w:rPr>
          <w:rStyle w:val="bold"/>
          <w:b/>
          <w:bCs w:val="0"/>
        </w:rPr>
        <w:t>Landing Area Diagram (*including taxiways and windsock)</w:t>
      </w:r>
    </w:p>
    <w:p w14:paraId="160C6CDD" w14:textId="243A692E" w:rsidR="00E60DEA" w:rsidRDefault="00E60DEA" w:rsidP="00E60DEA">
      <w:pPr>
        <w:pStyle w:val="NotesBoxText"/>
      </w:pPr>
      <w:r w:rsidRPr="000D5BEA">
        <w:rPr>
          <w:noProof/>
        </w:rPr>
        <w:drawing>
          <wp:inline distT="0" distB="0" distL="0" distR="0" wp14:anchorId="7A233C35" wp14:editId="6C51F2F4">
            <wp:extent cx="302260" cy="427990"/>
            <wp:effectExtent l="0" t="0" r="2540" b="0"/>
            <wp:docPr id="70519213" name="Picture 7051921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42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4B820" w14:textId="77777777" w:rsidR="00E60DEA" w:rsidRDefault="00E60DEA" w:rsidP="00E60DEA">
      <w:pPr>
        <w:pStyle w:val="NotesBoxText"/>
      </w:pPr>
    </w:p>
    <w:p w14:paraId="2AC41348" w14:textId="77777777" w:rsidR="00E60DEA" w:rsidRDefault="00E60DEA" w:rsidP="00E60DEA">
      <w:pPr>
        <w:pStyle w:val="NotesBoxText"/>
      </w:pPr>
    </w:p>
    <w:p w14:paraId="7679BB60" w14:textId="77777777" w:rsidR="00E60DEA" w:rsidRDefault="00E60DEA" w:rsidP="00E60DEA">
      <w:pPr>
        <w:pStyle w:val="NotesBoxText"/>
      </w:pPr>
    </w:p>
    <w:p w14:paraId="70917891" w14:textId="77777777" w:rsidR="00E60DEA" w:rsidRDefault="00E60DEA" w:rsidP="00E60DEA">
      <w:pPr>
        <w:pStyle w:val="NotesBoxText"/>
      </w:pPr>
    </w:p>
    <w:p w14:paraId="6988A97D" w14:textId="77777777" w:rsidR="00E60DEA" w:rsidRDefault="00E60DEA" w:rsidP="00E60DEA">
      <w:pPr>
        <w:pStyle w:val="NotesBoxText"/>
      </w:pP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1555"/>
        <w:gridCol w:w="3118"/>
        <w:gridCol w:w="2126"/>
        <w:gridCol w:w="2835"/>
      </w:tblGrid>
      <w:tr w:rsidR="00D25881" w:rsidRPr="00102F1E" w14:paraId="0D2F403A" w14:textId="77777777" w:rsidTr="00BC75EC">
        <w:trPr>
          <w:trHeight w:val="325"/>
        </w:trPr>
        <w:tc>
          <w:tcPr>
            <w:tcW w:w="1555" w:type="dxa"/>
          </w:tcPr>
          <w:p w14:paraId="63731474" w14:textId="77CFAB96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*Length</w:t>
            </w:r>
          </w:p>
        </w:tc>
        <w:tc>
          <w:tcPr>
            <w:tcW w:w="3118" w:type="dxa"/>
          </w:tcPr>
          <w:p w14:paraId="50E49C4D" w14:textId="651D9762" w:rsidR="00D25881" w:rsidRPr="00102F1E" w:rsidRDefault="00D25881" w:rsidP="00D25881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6D4D20F8" w14:textId="3B4572AD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*Direction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42F6B29E" w14:textId="640930D1" w:rsidR="00D25881" w:rsidRPr="00102F1E" w:rsidRDefault="00D25881" w:rsidP="00D25881"/>
        </w:tc>
      </w:tr>
      <w:tr w:rsidR="00D25881" w:rsidRPr="00102F1E" w14:paraId="3E8F9BD7" w14:textId="77777777" w:rsidTr="00BC75EC">
        <w:trPr>
          <w:trHeight w:val="402"/>
        </w:trPr>
        <w:tc>
          <w:tcPr>
            <w:tcW w:w="1555" w:type="dxa"/>
          </w:tcPr>
          <w:p w14:paraId="68BFA8F7" w14:textId="71B74755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*Width</w:t>
            </w:r>
          </w:p>
        </w:tc>
        <w:tc>
          <w:tcPr>
            <w:tcW w:w="3118" w:type="dxa"/>
          </w:tcPr>
          <w:p w14:paraId="1BC1F8E7" w14:textId="77777777" w:rsidR="00D25881" w:rsidRPr="00102F1E" w:rsidRDefault="00D25881" w:rsidP="00D25881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7B768257" w14:textId="4FA2BF6E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*Slope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0C734E4D" w14:textId="77777777" w:rsidR="00D25881" w:rsidRPr="00102F1E" w:rsidRDefault="00D25881" w:rsidP="00D25881"/>
        </w:tc>
      </w:tr>
      <w:tr w:rsidR="00D25881" w:rsidRPr="00102F1E" w14:paraId="50772FFD" w14:textId="77777777" w:rsidTr="00BC75EC">
        <w:trPr>
          <w:trHeight w:val="280"/>
        </w:trPr>
        <w:tc>
          <w:tcPr>
            <w:tcW w:w="1555" w:type="dxa"/>
          </w:tcPr>
          <w:p w14:paraId="265A65F7" w14:textId="7085553E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*Elevation</w:t>
            </w:r>
          </w:p>
        </w:tc>
        <w:tc>
          <w:tcPr>
            <w:tcW w:w="3118" w:type="dxa"/>
          </w:tcPr>
          <w:p w14:paraId="75068CEB" w14:textId="77777777" w:rsidR="00D25881" w:rsidRDefault="00D25881" w:rsidP="00D25881"/>
        </w:tc>
        <w:tc>
          <w:tcPr>
            <w:tcW w:w="2126" w:type="dxa"/>
          </w:tcPr>
          <w:p w14:paraId="17590B8F" w14:textId="19103F5F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Lighting</w:t>
            </w:r>
          </w:p>
        </w:tc>
        <w:tc>
          <w:tcPr>
            <w:tcW w:w="2835" w:type="dxa"/>
          </w:tcPr>
          <w:p w14:paraId="4E1D2DE9" w14:textId="77777777" w:rsidR="00D25881" w:rsidRDefault="00D25881" w:rsidP="00D25881"/>
        </w:tc>
      </w:tr>
      <w:tr w:rsidR="00D25881" w:rsidRPr="00102F1E" w14:paraId="363BDEB1" w14:textId="77777777" w:rsidTr="00BC75EC">
        <w:trPr>
          <w:trHeight w:val="356"/>
        </w:trPr>
        <w:tc>
          <w:tcPr>
            <w:tcW w:w="1555" w:type="dxa"/>
          </w:tcPr>
          <w:p w14:paraId="0778EFC7" w14:textId="46242428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*Surface</w:t>
            </w:r>
          </w:p>
        </w:tc>
        <w:tc>
          <w:tcPr>
            <w:tcW w:w="3118" w:type="dxa"/>
          </w:tcPr>
          <w:p w14:paraId="45936A3A" w14:textId="77777777" w:rsidR="00D25881" w:rsidRDefault="00D25881" w:rsidP="00D25881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435F111B" w14:textId="1F5BEABE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Markings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31201113" w14:textId="77777777" w:rsidR="00D25881" w:rsidRDefault="00D25881" w:rsidP="00D25881"/>
        </w:tc>
      </w:tr>
      <w:tr w:rsidR="00D25881" w:rsidRPr="00102F1E" w14:paraId="7F67BE61" w14:textId="77777777" w:rsidTr="00BC75EC">
        <w:trPr>
          <w:trHeight w:val="262"/>
        </w:trPr>
        <w:tc>
          <w:tcPr>
            <w:tcW w:w="1555" w:type="dxa"/>
          </w:tcPr>
          <w:p w14:paraId="28D7252C" w14:textId="49FF9D4D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Obstructions</w:t>
            </w:r>
          </w:p>
        </w:tc>
        <w:tc>
          <w:tcPr>
            <w:tcW w:w="3118" w:type="dxa"/>
          </w:tcPr>
          <w:p w14:paraId="60B9C407" w14:textId="77777777" w:rsidR="00D25881" w:rsidRDefault="00D25881" w:rsidP="00D25881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51A21F7A" w14:textId="24493C96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Identifying features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539E6A7A" w14:textId="77777777" w:rsidR="00D25881" w:rsidRDefault="00D25881" w:rsidP="00D25881"/>
        </w:tc>
      </w:tr>
      <w:tr w:rsidR="00D25881" w:rsidRPr="00102F1E" w14:paraId="54ADBB1C" w14:textId="77777777" w:rsidTr="00BC75EC">
        <w:trPr>
          <w:trHeight w:val="324"/>
        </w:trPr>
        <w:tc>
          <w:tcPr>
            <w:tcW w:w="1555" w:type="dxa"/>
          </w:tcPr>
          <w:p w14:paraId="6A8BEA17" w14:textId="27F00F2B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*Navaids</w:t>
            </w:r>
          </w:p>
        </w:tc>
        <w:tc>
          <w:tcPr>
            <w:tcW w:w="3118" w:type="dxa"/>
          </w:tcPr>
          <w:p w14:paraId="14A05744" w14:textId="77777777" w:rsidR="00D25881" w:rsidRDefault="00D25881" w:rsidP="00D25881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6640762F" w14:textId="28A61DDC" w:rsidR="00D25881" w:rsidRPr="00BC75EC" w:rsidRDefault="00D25881" w:rsidP="00D25881">
            <w:pPr>
              <w:rPr>
                <w:rStyle w:val="bold"/>
              </w:rPr>
            </w:pPr>
            <w:r w:rsidRPr="00BC75EC">
              <w:rPr>
                <w:rStyle w:val="bold"/>
              </w:rPr>
              <w:t>Comms*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5202E8E7" w14:textId="77777777" w:rsidR="00D25881" w:rsidRDefault="00D25881" w:rsidP="00D25881"/>
        </w:tc>
      </w:tr>
    </w:tbl>
    <w:p w14:paraId="21B211CB" w14:textId="190852EF" w:rsidR="00990CFE" w:rsidRDefault="00990CFE" w:rsidP="00990CFE">
      <w:pPr>
        <w:pStyle w:val="NotesBoxText"/>
        <w:rPr>
          <w:rStyle w:val="bold"/>
        </w:rPr>
      </w:pPr>
      <w:r>
        <w:rPr>
          <w:rStyle w:val="bold"/>
        </w:rPr>
        <w:t>Comments</w:t>
      </w:r>
      <w:r w:rsidRPr="00A17955">
        <w:rPr>
          <w:rStyle w:val="bold"/>
        </w:rPr>
        <w:t>:</w:t>
      </w:r>
    </w:p>
    <w:p w14:paraId="4761688B" w14:textId="77777777" w:rsidR="00990CFE" w:rsidRDefault="00990CFE" w:rsidP="00990CFE">
      <w:pPr>
        <w:pStyle w:val="NotesBoxText"/>
      </w:pPr>
    </w:p>
    <w:p w14:paraId="31DB0F82" w14:textId="15CB1D21" w:rsidR="00D25881" w:rsidRPr="005477A2" w:rsidRDefault="00990CFE" w:rsidP="005477A2">
      <w:pPr>
        <w:pStyle w:val="Heading4"/>
        <w:rPr>
          <w:rStyle w:val="bold"/>
        </w:rPr>
      </w:pPr>
      <w:r w:rsidRPr="005477A2">
        <w:rPr>
          <w:rStyle w:val="bold"/>
        </w:rPr>
        <w:t>Reported by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1555"/>
        <w:gridCol w:w="3543"/>
        <w:gridCol w:w="1701"/>
        <w:gridCol w:w="2835"/>
      </w:tblGrid>
      <w:tr w:rsidR="00990CFE" w:rsidRPr="00102F1E" w14:paraId="3FC40654" w14:textId="77777777" w:rsidTr="005F7324">
        <w:trPr>
          <w:trHeight w:val="580"/>
        </w:trPr>
        <w:tc>
          <w:tcPr>
            <w:tcW w:w="1555" w:type="dxa"/>
          </w:tcPr>
          <w:p w14:paraId="1003C784" w14:textId="681EC148" w:rsidR="00990CFE" w:rsidRPr="00990CFE" w:rsidRDefault="00990CFE" w:rsidP="005F7324">
            <w:pPr>
              <w:rPr>
                <w:rStyle w:val="bold"/>
              </w:rPr>
            </w:pPr>
            <w:r w:rsidRPr="00990CFE">
              <w:rPr>
                <w:rStyle w:val="bold"/>
              </w:rPr>
              <w:t>Pilot</w:t>
            </w:r>
          </w:p>
        </w:tc>
        <w:tc>
          <w:tcPr>
            <w:tcW w:w="3543" w:type="dxa"/>
          </w:tcPr>
          <w:p w14:paraId="7C09BE8F" w14:textId="77777777" w:rsidR="00990CFE" w:rsidRPr="00102F1E" w:rsidRDefault="00990CFE" w:rsidP="005F7324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1CE06937" w14:textId="24F9963F" w:rsidR="00990CFE" w:rsidRPr="00990CFE" w:rsidRDefault="00990CFE" w:rsidP="005F7324">
            <w:pPr>
              <w:rPr>
                <w:rStyle w:val="bold"/>
              </w:rPr>
            </w:pPr>
            <w:r w:rsidRPr="00990CFE">
              <w:rPr>
                <w:rStyle w:val="bold"/>
              </w:rPr>
              <w:t>Date of report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683120CB" w14:textId="77777777" w:rsidR="00990CFE" w:rsidRPr="00102F1E" w:rsidRDefault="00990CFE" w:rsidP="005F7324"/>
        </w:tc>
      </w:tr>
    </w:tbl>
    <w:p w14:paraId="7503B4C0" w14:textId="0C491054" w:rsidR="00D632F7" w:rsidRDefault="00D632F7" w:rsidP="00D632F7">
      <w:pPr>
        <w:pStyle w:val="unHeading4"/>
      </w:pPr>
      <w:bookmarkStart w:id="0" w:name="_Hlk88487604"/>
    </w:p>
    <w:tbl>
      <w:tblPr>
        <w:tblStyle w:val="SD-MOStable"/>
        <w:tblW w:w="9634" w:type="dxa"/>
        <w:tblLook w:val="06A0" w:firstRow="1" w:lastRow="0" w:firstColumn="1" w:lastColumn="0" w:noHBand="1" w:noVBand="1"/>
      </w:tblPr>
      <w:tblGrid>
        <w:gridCol w:w="2689"/>
        <w:gridCol w:w="6945"/>
      </w:tblGrid>
      <w:tr w:rsidR="008039FC" w:rsidRPr="00446784" w14:paraId="586DA923" w14:textId="77777777" w:rsidTr="000D43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68E9574" w14:textId="51D941D5" w:rsidR="008039FC" w:rsidRPr="00446784" w:rsidRDefault="008039FC" w:rsidP="002E15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Rotorcraft</w:t>
            </w:r>
          </w:p>
        </w:tc>
        <w:tc>
          <w:tcPr>
            <w:tcW w:w="6945" w:type="dxa"/>
          </w:tcPr>
          <w:p w14:paraId="3708673F" w14:textId="77777777" w:rsidR="008039FC" w:rsidRPr="00446784" w:rsidRDefault="008039FC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8039FC" w:rsidRPr="00102F1E" w14:paraId="1C84762C" w14:textId="77777777" w:rsidTr="000D4324">
        <w:trPr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0080A2" w:themeColor="accent2"/>
            </w:tcBorders>
          </w:tcPr>
          <w:p w14:paraId="01FE87F9" w14:textId="29C824E0" w:rsidR="008039FC" w:rsidRPr="00446784" w:rsidRDefault="008039FC" w:rsidP="002E159E">
            <w:r w:rsidRPr="00446784">
              <w:t xml:space="preserve">Name of </w:t>
            </w:r>
            <w:r>
              <w:t>HLS</w:t>
            </w:r>
          </w:p>
        </w:tc>
        <w:tc>
          <w:tcPr>
            <w:tcW w:w="6945" w:type="dxa"/>
          </w:tcPr>
          <w:p w14:paraId="1CB31049" w14:textId="77777777" w:rsidR="008039FC" w:rsidRPr="00102F1E" w:rsidRDefault="008039F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39FC" w:rsidRPr="00102F1E" w14:paraId="0CA5C9E6" w14:textId="77777777" w:rsidTr="00B2408B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0080A2" w:themeColor="accent2"/>
              <w:left w:val="single" w:sz="4" w:space="0" w:color="0080A2" w:themeColor="accent2"/>
              <w:bottom w:val="nil"/>
              <w:right w:val="single" w:sz="4" w:space="0" w:color="0080A2" w:themeColor="accent2"/>
            </w:tcBorders>
            <w:vAlign w:val="bottom"/>
          </w:tcPr>
          <w:p w14:paraId="20B64290" w14:textId="77777777" w:rsidR="008039FC" w:rsidRPr="00446784" w:rsidRDefault="008039FC" w:rsidP="000D4324">
            <w:r w:rsidRPr="00446784">
              <w:t xml:space="preserve">*Location </w:t>
            </w:r>
            <w:r w:rsidRPr="00446784">
              <w:br/>
            </w:r>
            <w:r w:rsidRPr="00446784">
              <w:rPr>
                <w:rStyle w:val="bold"/>
              </w:rPr>
              <w:t xml:space="preserve">BRG &amp; </w:t>
            </w:r>
            <w:proofErr w:type="spellStart"/>
            <w:r w:rsidRPr="00446784">
              <w:rPr>
                <w:rStyle w:val="bold"/>
              </w:rPr>
              <w:t>Dist</w:t>
            </w:r>
            <w:proofErr w:type="spellEnd"/>
          </w:p>
        </w:tc>
        <w:tc>
          <w:tcPr>
            <w:tcW w:w="6945" w:type="dxa"/>
            <w:tcBorders>
              <w:left w:val="single" w:sz="4" w:space="0" w:color="0080A2" w:themeColor="accent2"/>
            </w:tcBorders>
            <w:vAlign w:val="bottom"/>
          </w:tcPr>
          <w:p w14:paraId="0B245A38" w14:textId="77777777" w:rsidR="008039FC" w:rsidRPr="00102F1E" w:rsidRDefault="008039FC" w:rsidP="00B240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39FC" w:rsidRPr="00102F1E" w14:paraId="4E788CE7" w14:textId="77777777" w:rsidTr="000D4324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il"/>
              <w:left w:val="single" w:sz="4" w:space="0" w:color="0080A2" w:themeColor="accent2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4F3F2ED5" w14:textId="77777777" w:rsidR="008039FC" w:rsidRPr="00446784" w:rsidRDefault="008039FC" w:rsidP="002E159E">
            <w:pPr>
              <w:rPr>
                <w:rStyle w:val="bold"/>
              </w:rPr>
            </w:pPr>
            <w:r w:rsidRPr="00446784">
              <w:rPr>
                <w:rStyle w:val="bold"/>
              </w:rPr>
              <w:t>Lat / Long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45F476A6" w14:textId="77777777" w:rsidR="008039FC" w:rsidRDefault="008039F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39FC" w:rsidRPr="00102F1E" w14:paraId="492D1DE9" w14:textId="77777777" w:rsidTr="000D432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0080A2" w:themeColor="accent2"/>
              <w:left w:val="single" w:sz="4" w:space="0" w:color="0080A2" w:themeColor="accent2"/>
              <w:bottom w:val="nil"/>
              <w:right w:val="single" w:sz="4" w:space="0" w:color="0080A2" w:themeColor="accent2"/>
            </w:tcBorders>
          </w:tcPr>
          <w:p w14:paraId="01C26884" w14:textId="77777777" w:rsidR="008039FC" w:rsidRPr="00446784" w:rsidRDefault="008039FC" w:rsidP="002E159E">
            <w:r w:rsidRPr="00446784">
              <w:t>Owner or *contact details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1A304754" w14:textId="77777777" w:rsidR="008039FC" w:rsidRDefault="008039F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39FC" w:rsidRPr="00102F1E" w14:paraId="78B9591F" w14:textId="77777777" w:rsidTr="000D432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il"/>
              <w:left w:val="single" w:sz="4" w:space="0" w:color="0080A2" w:themeColor="accent2"/>
              <w:bottom w:val="nil"/>
              <w:right w:val="single" w:sz="4" w:space="0" w:color="0080A2" w:themeColor="accent2"/>
            </w:tcBorders>
          </w:tcPr>
          <w:p w14:paraId="62E14D8F" w14:textId="77777777" w:rsidR="008039FC" w:rsidRPr="00446784" w:rsidRDefault="008039FC" w:rsidP="002E159E">
            <w:pPr>
              <w:rPr>
                <w:rStyle w:val="bold"/>
              </w:rPr>
            </w:pPr>
            <w:r w:rsidRPr="00446784">
              <w:rPr>
                <w:rStyle w:val="bold"/>
              </w:rPr>
              <w:t>Phone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78693F96" w14:textId="77777777" w:rsidR="008039FC" w:rsidRDefault="008039F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39FC" w:rsidRPr="00102F1E" w14:paraId="2815B770" w14:textId="77777777" w:rsidTr="000D432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il"/>
              <w:left w:val="single" w:sz="4" w:space="0" w:color="0080A2" w:themeColor="accent2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799CEF5F" w14:textId="77777777" w:rsidR="008039FC" w:rsidRPr="00446784" w:rsidRDefault="008039FC" w:rsidP="002E159E">
            <w:pPr>
              <w:rPr>
                <w:rStyle w:val="bold"/>
              </w:rPr>
            </w:pPr>
            <w:r w:rsidRPr="00446784">
              <w:rPr>
                <w:rStyle w:val="bold"/>
              </w:rPr>
              <w:t>Email</w:t>
            </w:r>
          </w:p>
        </w:tc>
        <w:tc>
          <w:tcPr>
            <w:tcW w:w="6945" w:type="dxa"/>
            <w:tcBorders>
              <w:left w:val="single" w:sz="4" w:space="0" w:color="0080A2" w:themeColor="accent2"/>
            </w:tcBorders>
          </w:tcPr>
          <w:p w14:paraId="14980C1F" w14:textId="77777777" w:rsidR="008039FC" w:rsidRDefault="008039F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39FC" w:rsidRPr="00102F1E" w14:paraId="32833149" w14:textId="77777777" w:rsidTr="000D4324">
        <w:trPr>
          <w:trHeight w:val="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single" w:sz="4" w:space="0" w:color="0080A2" w:themeColor="accent2"/>
            </w:tcBorders>
          </w:tcPr>
          <w:p w14:paraId="642B03AD" w14:textId="70008398" w:rsidR="008039FC" w:rsidRPr="00446784" w:rsidRDefault="008039FC" w:rsidP="002E159E">
            <w:r w:rsidRPr="00446784">
              <w:t>Facilities</w:t>
            </w:r>
            <w:r w:rsidRPr="00446784">
              <w:br/>
              <w:t>(check if available)</w:t>
            </w:r>
          </w:p>
        </w:tc>
        <w:tc>
          <w:tcPr>
            <w:tcW w:w="6945" w:type="dxa"/>
          </w:tcPr>
          <w:p w14:paraId="6138E255" w14:textId="77777777" w:rsidR="008039FC" w:rsidRDefault="0098155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198967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9F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39FC">
              <w:t xml:space="preserve"> </w:t>
            </w:r>
            <w:r w:rsidR="008039FC" w:rsidRPr="00A96FED">
              <w:t>Phone</w:t>
            </w:r>
            <w:r w:rsidR="008039FC">
              <w:tab/>
            </w:r>
            <w:sdt>
              <w:sdtPr>
                <w:id w:val="82971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9F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39FC">
              <w:t xml:space="preserve"> </w:t>
            </w:r>
            <w:r w:rsidR="008039FC" w:rsidRPr="00A96FED">
              <w:t>Mobile Phone Reception</w:t>
            </w:r>
            <w:r w:rsidR="008039FC">
              <w:t xml:space="preserve"> </w:t>
            </w:r>
            <w:r w:rsidR="008039FC">
              <w:tab/>
            </w:r>
            <w:sdt>
              <w:sdtPr>
                <w:id w:val="-1168865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9F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39FC">
              <w:t xml:space="preserve"> </w:t>
            </w:r>
            <w:r w:rsidR="008039FC" w:rsidRPr="00A96FED">
              <w:t>Fuel</w:t>
            </w:r>
          </w:p>
          <w:p w14:paraId="5E4FB297" w14:textId="77777777" w:rsidR="008039FC" w:rsidRDefault="0098155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04283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9F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39FC">
              <w:t xml:space="preserve"> </w:t>
            </w:r>
            <w:r w:rsidR="008039FC" w:rsidRPr="00A96FED">
              <w:t>Shelter</w:t>
            </w:r>
            <w:r w:rsidR="008039FC">
              <w:tab/>
            </w:r>
            <w:sdt>
              <w:sdtPr>
                <w:id w:val="68518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39F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39FC">
              <w:t xml:space="preserve"> </w:t>
            </w:r>
            <w:r w:rsidR="008039FC" w:rsidRPr="00A96FED">
              <w:t>Paved Road</w:t>
            </w:r>
          </w:p>
        </w:tc>
      </w:tr>
      <w:tr w:rsidR="008039FC" w:rsidRPr="00102F1E" w14:paraId="0832A538" w14:textId="77777777" w:rsidTr="000D4324">
        <w:trPr>
          <w:trHeight w:val="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067C9B" w14:textId="77777777" w:rsidR="008039FC" w:rsidRPr="00446784" w:rsidRDefault="008039FC" w:rsidP="002E159E">
            <w:r w:rsidRPr="00446784">
              <w:t>Nearest town or city</w:t>
            </w:r>
          </w:p>
        </w:tc>
        <w:tc>
          <w:tcPr>
            <w:tcW w:w="6945" w:type="dxa"/>
          </w:tcPr>
          <w:p w14:paraId="09E74444" w14:textId="77777777" w:rsidR="008039FC" w:rsidRDefault="008039FC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70B6A0D" w14:textId="07E8D5F6" w:rsidR="003277CD" w:rsidRPr="0025349F" w:rsidRDefault="0025349F" w:rsidP="0025349F">
      <w:pPr>
        <w:pStyle w:val="Heading5"/>
        <w:rPr>
          <w:rStyle w:val="bold"/>
          <w:b/>
          <w:bCs w:val="0"/>
        </w:rPr>
      </w:pPr>
      <w:r w:rsidRPr="0025349F">
        <w:t>Final approach and take-off area, and touch down and lift-off area diagram (*including taxiways and windsock)</w:t>
      </w:r>
    </w:p>
    <w:p w14:paraId="2BF03E01" w14:textId="77777777" w:rsidR="003277CD" w:rsidRDefault="003277CD" w:rsidP="003277CD">
      <w:pPr>
        <w:pStyle w:val="NotesBoxText"/>
      </w:pPr>
      <w:r w:rsidRPr="000D5BEA">
        <w:rPr>
          <w:noProof/>
        </w:rPr>
        <w:drawing>
          <wp:inline distT="0" distB="0" distL="0" distR="0" wp14:anchorId="4C308974" wp14:editId="7D160446">
            <wp:extent cx="302260" cy="427990"/>
            <wp:effectExtent l="0" t="0" r="2540" b="0"/>
            <wp:docPr id="979972010" name="Picture 9799720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42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77891" w14:textId="77777777" w:rsidR="003277CD" w:rsidRDefault="003277CD" w:rsidP="003277CD">
      <w:pPr>
        <w:pStyle w:val="NotesBoxText"/>
      </w:pPr>
    </w:p>
    <w:p w14:paraId="7A292219" w14:textId="77777777" w:rsidR="003277CD" w:rsidRDefault="003277CD" w:rsidP="003277CD">
      <w:pPr>
        <w:pStyle w:val="NotesBoxText"/>
      </w:pPr>
    </w:p>
    <w:p w14:paraId="170E079B" w14:textId="77777777" w:rsidR="003277CD" w:rsidRDefault="003277CD" w:rsidP="003277CD">
      <w:pPr>
        <w:pStyle w:val="NotesBoxText"/>
      </w:pPr>
    </w:p>
    <w:p w14:paraId="104675CA" w14:textId="77777777" w:rsidR="003277CD" w:rsidRDefault="003277CD" w:rsidP="003277CD">
      <w:pPr>
        <w:pStyle w:val="NotesBoxText"/>
      </w:pPr>
    </w:p>
    <w:p w14:paraId="7A218DDC" w14:textId="77777777" w:rsidR="003277CD" w:rsidRDefault="003277CD" w:rsidP="003277CD">
      <w:pPr>
        <w:pStyle w:val="NotesBoxText"/>
      </w:pPr>
    </w:p>
    <w:p w14:paraId="744C3C10" w14:textId="77777777" w:rsidR="003277CD" w:rsidRPr="00E60DEA" w:rsidRDefault="003277CD" w:rsidP="003277CD">
      <w:pPr>
        <w:pStyle w:val="NotesBoxText"/>
      </w:pP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1555"/>
        <w:gridCol w:w="3118"/>
        <w:gridCol w:w="2126"/>
        <w:gridCol w:w="2835"/>
      </w:tblGrid>
      <w:tr w:rsidR="003277CD" w:rsidRPr="00102F1E" w14:paraId="53F83F9E" w14:textId="77777777" w:rsidTr="005F7324">
        <w:trPr>
          <w:trHeight w:val="325"/>
        </w:trPr>
        <w:tc>
          <w:tcPr>
            <w:tcW w:w="1555" w:type="dxa"/>
          </w:tcPr>
          <w:p w14:paraId="2BA9177E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*Length</w:t>
            </w:r>
          </w:p>
        </w:tc>
        <w:tc>
          <w:tcPr>
            <w:tcW w:w="3118" w:type="dxa"/>
          </w:tcPr>
          <w:p w14:paraId="10F702FC" w14:textId="77777777" w:rsidR="003277CD" w:rsidRPr="00102F1E" w:rsidRDefault="003277CD" w:rsidP="005F7324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6F3A3896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*Direction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2799D7CB" w14:textId="77777777" w:rsidR="003277CD" w:rsidRPr="00102F1E" w:rsidRDefault="003277CD" w:rsidP="005F7324"/>
        </w:tc>
      </w:tr>
      <w:tr w:rsidR="003277CD" w:rsidRPr="00102F1E" w14:paraId="3BB2F2EE" w14:textId="77777777" w:rsidTr="005F7324">
        <w:trPr>
          <w:trHeight w:val="402"/>
        </w:trPr>
        <w:tc>
          <w:tcPr>
            <w:tcW w:w="1555" w:type="dxa"/>
          </w:tcPr>
          <w:p w14:paraId="75AD6511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*Width</w:t>
            </w:r>
          </w:p>
        </w:tc>
        <w:tc>
          <w:tcPr>
            <w:tcW w:w="3118" w:type="dxa"/>
          </w:tcPr>
          <w:p w14:paraId="180B20C2" w14:textId="77777777" w:rsidR="003277CD" w:rsidRPr="00102F1E" w:rsidRDefault="003277CD" w:rsidP="005F7324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7DF47562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*Slope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264838AC" w14:textId="77777777" w:rsidR="003277CD" w:rsidRPr="00102F1E" w:rsidRDefault="003277CD" w:rsidP="005F7324"/>
        </w:tc>
      </w:tr>
      <w:tr w:rsidR="003277CD" w:rsidRPr="00102F1E" w14:paraId="0F0FFCA9" w14:textId="77777777" w:rsidTr="005F7324">
        <w:trPr>
          <w:trHeight w:val="280"/>
        </w:trPr>
        <w:tc>
          <w:tcPr>
            <w:tcW w:w="1555" w:type="dxa"/>
          </w:tcPr>
          <w:p w14:paraId="5B1E6322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*Elevation</w:t>
            </w:r>
          </w:p>
        </w:tc>
        <w:tc>
          <w:tcPr>
            <w:tcW w:w="3118" w:type="dxa"/>
          </w:tcPr>
          <w:p w14:paraId="37CE04EA" w14:textId="77777777" w:rsidR="003277CD" w:rsidRDefault="003277CD" w:rsidP="005F7324"/>
        </w:tc>
        <w:tc>
          <w:tcPr>
            <w:tcW w:w="2126" w:type="dxa"/>
          </w:tcPr>
          <w:p w14:paraId="759F5E9E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Lighting</w:t>
            </w:r>
          </w:p>
        </w:tc>
        <w:tc>
          <w:tcPr>
            <w:tcW w:w="2835" w:type="dxa"/>
          </w:tcPr>
          <w:p w14:paraId="7DFDDCE3" w14:textId="77777777" w:rsidR="003277CD" w:rsidRDefault="003277CD" w:rsidP="005F7324"/>
        </w:tc>
      </w:tr>
      <w:tr w:rsidR="003277CD" w:rsidRPr="00102F1E" w14:paraId="262CD3A5" w14:textId="77777777" w:rsidTr="005F7324">
        <w:trPr>
          <w:trHeight w:val="356"/>
        </w:trPr>
        <w:tc>
          <w:tcPr>
            <w:tcW w:w="1555" w:type="dxa"/>
          </w:tcPr>
          <w:p w14:paraId="735C8D2C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*Surface</w:t>
            </w:r>
          </w:p>
        </w:tc>
        <w:tc>
          <w:tcPr>
            <w:tcW w:w="3118" w:type="dxa"/>
          </w:tcPr>
          <w:p w14:paraId="40A0D083" w14:textId="77777777" w:rsidR="003277CD" w:rsidRDefault="003277CD" w:rsidP="005F7324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746C116C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Markings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70E54249" w14:textId="77777777" w:rsidR="003277CD" w:rsidRDefault="003277CD" w:rsidP="005F7324"/>
        </w:tc>
      </w:tr>
      <w:tr w:rsidR="003277CD" w:rsidRPr="00102F1E" w14:paraId="1FA77676" w14:textId="77777777" w:rsidTr="005F7324">
        <w:trPr>
          <w:trHeight w:val="262"/>
        </w:trPr>
        <w:tc>
          <w:tcPr>
            <w:tcW w:w="1555" w:type="dxa"/>
          </w:tcPr>
          <w:p w14:paraId="20C034CA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Obstructions</w:t>
            </w:r>
          </w:p>
        </w:tc>
        <w:tc>
          <w:tcPr>
            <w:tcW w:w="3118" w:type="dxa"/>
          </w:tcPr>
          <w:p w14:paraId="08B5E6AE" w14:textId="77777777" w:rsidR="003277CD" w:rsidRDefault="003277CD" w:rsidP="005F7324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455F44A7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Identifying features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72D99148" w14:textId="77777777" w:rsidR="003277CD" w:rsidRDefault="003277CD" w:rsidP="005F7324"/>
        </w:tc>
      </w:tr>
      <w:tr w:rsidR="003277CD" w:rsidRPr="00102F1E" w14:paraId="21F7A474" w14:textId="77777777" w:rsidTr="005F7324">
        <w:trPr>
          <w:trHeight w:val="324"/>
        </w:trPr>
        <w:tc>
          <w:tcPr>
            <w:tcW w:w="1555" w:type="dxa"/>
          </w:tcPr>
          <w:p w14:paraId="767857B8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*Navaids</w:t>
            </w:r>
          </w:p>
        </w:tc>
        <w:tc>
          <w:tcPr>
            <w:tcW w:w="3118" w:type="dxa"/>
          </w:tcPr>
          <w:p w14:paraId="01CA194C" w14:textId="77777777" w:rsidR="003277CD" w:rsidRDefault="003277CD" w:rsidP="005F7324"/>
        </w:tc>
        <w:tc>
          <w:tcPr>
            <w:tcW w:w="2126" w:type="dxa"/>
            <w:tcBorders>
              <w:bottom w:val="single" w:sz="4" w:space="0" w:color="BFBFBF" w:themeColor="background1" w:themeShade="BF"/>
            </w:tcBorders>
          </w:tcPr>
          <w:p w14:paraId="41391801" w14:textId="77777777" w:rsidR="003277CD" w:rsidRPr="00BC75EC" w:rsidRDefault="003277CD" w:rsidP="005F7324">
            <w:pPr>
              <w:rPr>
                <w:rStyle w:val="bold"/>
              </w:rPr>
            </w:pPr>
            <w:r w:rsidRPr="00BC75EC">
              <w:rPr>
                <w:rStyle w:val="bold"/>
              </w:rPr>
              <w:t>Comms*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465ABC53" w14:textId="77777777" w:rsidR="003277CD" w:rsidRDefault="003277CD" w:rsidP="005F7324"/>
        </w:tc>
      </w:tr>
    </w:tbl>
    <w:p w14:paraId="346CC9FD" w14:textId="77777777" w:rsidR="003277CD" w:rsidRDefault="003277CD" w:rsidP="003277CD">
      <w:pPr>
        <w:pStyle w:val="NotesBoxText"/>
        <w:rPr>
          <w:rStyle w:val="bold"/>
        </w:rPr>
      </w:pPr>
      <w:r>
        <w:rPr>
          <w:rStyle w:val="bold"/>
        </w:rPr>
        <w:t>Comments</w:t>
      </w:r>
      <w:r w:rsidRPr="00A17955">
        <w:rPr>
          <w:rStyle w:val="bold"/>
        </w:rPr>
        <w:t>:</w:t>
      </w:r>
    </w:p>
    <w:p w14:paraId="4C8DAC33" w14:textId="77777777" w:rsidR="003277CD" w:rsidRDefault="003277CD" w:rsidP="003277CD">
      <w:pPr>
        <w:pStyle w:val="NotesBoxText"/>
      </w:pPr>
    </w:p>
    <w:p w14:paraId="721410B1" w14:textId="77777777" w:rsidR="003277CD" w:rsidRPr="005477A2" w:rsidRDefault="003277CD" w:rsidP="003277CD">
      <w:pPr>
        <w:pStyle w:val="Heading4"/>
        <w:rPr>
          <w:rStyle w:val="bold"/>
        </w:rPr>
      </w:pPr>
      <w:r w:rsidRPr="005477A2">
        <w:rPr>
          <w:rStyle w:val="bold"/>
        </w:rPr>
        <w:t>Reported by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1555"/>
        <w:gridCol w:w="3543"/>
        <w:gridCol w:w="1701"/>
        <w:gridCol w:w="2835"/>
      </w:tblGrid>
      <w:tr w:rsidR="003277CD" w:rsidRPr="00102F1E" w14:paraId="76A5A825" w14:textId="77777777" w:rsidTr="005F7324">
        <w:trPr>
          <w:trHeight w:val="580"/>
        </w:trPr>
        <w:tc>
          <w:tcPr>
            <w:tcW w:w="1555" w:type="dxa"/>
          </w:tcPr>
          <w:p w14:paraId="06D15349" w14:textId="77777777" w:rsidR="003277CD" w:rsidRPr="00990CFE" w:rsidRDefault="003277CD" w:rsidP="005F7324">
            <w:pPr>
              <w:rPr>
                <w:rStyle w:val="bold"/>
              </w:rPr>
            </w:pPr>
            <w:r w:rsidRPr="00990CFE">
              <w:rPr>
                <w:rStyle w:val="bold"/>
              </w:rPr>
              <w:t>Pilot</w:t>
            </w:r>
          </w:p>
        </w:tc>
        <w:tc>
          <w:tcPr>
            <w:tcW w:w="3543" w:type="dxa"/>
          </w:tcPr>
          <w:p w14:paraId="2774CA19" w14:textId="77777777" w:rsidR="003277CD" w:rsidRPr="00102F1E" w:rsidRDefault="003277CD" w:rsidP="005F7324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4679EBDC" w14:textId="77777777" w:rsidR="003277CD" w:rsidRPr="00990CFE" w:rsidRDefault="003277CD" w:rsidP="005F7324">
            <w:pPr>
              <w:rPr>
                <w:rStyle w:val="bold"/>
              </w:rPr>
            </w:pPr>
            <w:r w:rsidRPr="00990CFE">
              <w:rPr>
                <w:rStyle w:val="bold"/>
              </w:rPr>
              <w:t>Date of report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4E5A3B66" w14:textId="77777777" w:rsidR="003277CD" w:rsidRPr="00102F1E" w:rsidRDefault="003277CD" w:rsidP="005F7324"/>
        </w:tc>
      </w:tr>
    </w:tbl>
    <w:p w14:paraId="0D840949" w14:textId="77777777" w:rsidR="00C235A5" w:rsidRDefault="00C235A5">
      <w:pPr>
        <w:suppressAutoHyphens w:val="0"/>
        <w:rPr>
          <w:rFonts w:asciiTheme="majorHAnsi" w:eastAsiaTheme="majorEastAsia" w:hAnsiTheme="majorHAnsi" w:cstheme="majorBidi"/>
          <w:b/>
          <w:color w:val="023E5C" w:themeColor="text2"/>
          <w:kern w:val="32"/>
          <w:sz w:val="28"/>
          <w:szCs w:val="24"/>
        </w:rPr>
      </w:pPr>
      <w:r>
        <w:br w:type="page"/>
      </w:r>
    </w:p>
    <w:p w14:paraId="6A9AD0E8" w14:textId="4BF8A5A0" w:rsidR="00D13C3C" w:rsidRPr="005477A2" w:rsidRDefault="00D13C3C" w:rsidP="00D13C3C">
      <w:pPr>
        <w:pStyle w:val="Heading4"/>
        <w:rPr>
          <w:rStyle w:val="bold"/>
        </w:rPr>
      </w:pPr>
      <w:r>
        <w:rPr>
          <w:rStyle w:val="bold"/>
        </w:rPr>
        <w:lastRenderedPageBreak/>
        <w:t>Limitations and special procedures</w:t>
      </w:r>
    </w:p>
    <w:tbl>
      <w:tblPr>
        <w:tblStyle w:val="SD-MOStable"/>
        <w:tblW w:w="9634" w:type="dxa"/>
        <w:tblLook w:val="06A0" w:firstRow="1" w:lastRow="0" w:firstColumn="1" w:lastColumn="0" w:noHBand="1" w:noVBand="1"/>
        <w:tblCaption w:val="4B13 Aeroplane Landings Areas (ALA) Report Form"/>
        <w:tblDescription w:val="4B13 Aeroplane Landings Areas (ALA) Report Form"/>
      </w:tblPr>
      <w:tblGrid>
        <w:gridCol w:w="2030"/>
        <w:gridCol w:w="7604"/>
      </w:tblGrid>
      <w:tr w:rsidR="00D632F7" w:rsidRPr="004B374A" w14:paraId="4CE08388" w14:textId="77777777" w:rsidTr="002B08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0" w:type="dxa"/>
          </w:tcPr>
          <w:p w14:paraId="1DD29408" w14:textId="0ECFAF28" w:rsidR="00D632F7" w:rsidRPr="004B374A" w:rsidRDefault="00196F68" w:rsidP="00F3353D">
            <w:r>
              <w:t>Limitation / special procedure</w:t>
            </w:r>
          </w:p>
        </w:tc>
        <w:tc>
          <w:tcPr>
            <w:tcW w:w="7604" w:type="dxa"/>
          </w:tcPr>
          <w:p w14:paraId="3285AA3C" w14:textId="60803D64" w:rsidR="00D632F7" w:rsidRPr="004B374A" w:rsidRDefault="002B08EE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237DAA" w:rsidRPr="004B374A" w14:paraId="0F48F129" w14:textId="77777777" w:rsidTr="002B08EE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0" w:type="dxa"/>
          </w:tcPr>
          <w:p w14:paraId="2DF07C1B" w14:textId="0E7B939C" w:rsidR="00237DAA" w:rsidRPr="004B374A" w:rsidRDefault="00237DAA" w:rsidP="00F3353D">
            <w:r w:rsidRPr="004B374A">
              <w:t>Name of ALA / HLS</w:t>
            </w:r>
          </w:p>
        </w:tc>
        <w:tc>
          <w:tcPr>
            <w:tcW w:w="7604" w:type="dxa"/>
          </w:tcPr>
          <w:p w14:paraId="7DD5D492" w14:textId="77777777" w:rsidR="00237DAA" w:rsidRPr="004B374A" w:rsidRDefault="00237DAA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32F7" w:rsidRPr="004B374A" w14:paraId="470027F8" w14:textId="77777777" w:rsidTr="002B08EE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0" w:type="dxa"/>
          </w:tcPr>
          <w:p w14:paraId="5C22DA09" w14:textId="77777777" w:rsidR="00D632F7" w:rsidRPr="004B374A" w:rsidRDefault="00D632F7" w:rsidP="00F3353D">
            <w:r w:rsidRPr="004B374A">
              <w:t>Limitations</w:t>
            </w:r>
          </w:p>
        </w:tc>
        <w:tc>
          <w:tcPr>
            <w:tcW w:w="7604" w:type="dxa"/>
          </w:tcPr>
          <w:p w14:paraId="40137F1C" w14:textId="77777777" w:rsidR="00D632F7" w:rsidRPr="004B374A" w:rsidRDefault="00D632F7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32F7" w:rsidRPr="004B374A" w14:paraId="0B5C0BAD" w14:textId="77777777" w:rsidTr="002B08EE">
        <w:trPr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0" w:type="dxa"/>
          </w:tcPr>
          <w:p w14:paraId="6C0A23EA" w14:textId="77777777" w:rsidR="00D632F7" w:rsidRPr="004B374A" w:rsidRDefault="00D632F7" w:rsidP="00F3353D">
            <w:r w:rsidRPr="004B374A">
              <w:t>Special procedures - general</w:t>
            </w:r>
          </w:p>
        </w:tc>
        <w:tc>
          <w:tcPr>
            <w:tcW w:w="7604" w:type="dxa"/>
          </w:tcPr>
          <w:p w14:paraId="5C10CB81" w14:textId="77777777" w:rsidR="00D632F7" w:rsidRPr="004B374A" w:rsidRDefault="00D632F7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32F7" w:rsidRPr="004B374A" w14:paraId="6346D138" w14:textId="77777777" w:rsidTr="002B08EE">
        <w:trPr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0" w:type="dxa"/>
          </w:tcPr>
          <w:p w14:paraId="6538B055" w14:textId="77777777" w:rsidR="00D632F7" w:rsidRPr="004B374A" w:rsidRDefault="00D632F7" w:rsidP="00F3353D">
            <w:r w:rsidRPr="004B374A">
              <w:t>Special procedures / restrictions - engine failure</w:t>
            </w:r>
          </w:p>
        </w:tc>
        <w:tc>
          <w:tcPr>
            <w:tcW w:w="7604" w:type="dxa"/>
          </w:tcPr>
          <w:p w14:paraId="4AD18778" w14:textId="77777777" w:rsidR="00D632F7" w:rsidRPr="004B374A" w:rsidRDefault="00D632F7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32F7" w:rsidRPr="004B374A" w14:paraId="37DFBC9B" w14:textId="77777777" w:rsidTr="002B08EE">
        <w:trPr>
          <w:trHeight w:val="1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0" w:type="dxa"/>
          </w:tcPr>
          <w:p w14:paraId="2ED54E40" w14:textId="77777777" w:rsidR="00D632F7" w:rsidRPr="004B374A" w:rsidRDefault="00D632F7" w:rsidP="00F3353D">
            <w:r w:rsidRPr="004B374A">
              <w:t>Special procedures / restrictions - obstacle clearance</w:t>
            </w:r>
          </w:p>
        </w:tc>
        <w:tc>
          <w:tcPr>
            <w:tcW w:w="7604" w:type="dxa"/>
          </w:tcPr>
          <w:p w14:paraId="4827BF39" w14:textId="77777777" w:rsidR="00D632F7" w:rsidRPr="004B374A" w:rsidRDefault="00D632F7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0"/>
    </w:tbl>
    <w:p w14:paraId="1884DE13" w14:textId="77777777" w:rsidR="00495448" w:rsidRPr="00495448" w:rsidRDefault="00495448" w:rsidP="00495448"/>
    <w:sectPr w:rsidR="00495448" w:rsidRPr="00495448" w:rsidSect="00F8132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663A5" w14:textId="77777777" w:rsidR="00F60D9E" w:rsidRDefault="00F60D9E" w:rsidP="008E21DE">
      <w:pPr>
        <w:spacing w:before="0" w:after="0"/>
      </w:pPr>
      <w:r>
        <w:separator/>
      </w:r>
    </w:p>
    <w:p w14:paraId="0389811E" w14:textId="77777777" w:rsidR="00F60D9E" w:rsidRDefault="00F60D9E"/>
  </w:endnote>
  <w:endnote w:type="continuationSeparator" w:id="0">
    <w:p w14:paraId="0A04D003" w14:textId="77777777" w:rsidR="00F60D9E" w:rsidRDefault="00F60D9E" w:rsidP="008E21DE">
      <w:pPr>
        <w:spacing w:before="0" w:after="0"/>
      </w:pPr>
      <w:r>
        <w:continuationSeparator/>
      </w:r>
    </w:p>
    <w:p w14:paraId="75ACC759" w14:textId="77777777" w:rsidR="00F60D9E" w:rsidRDefault="00F60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1FB19" w14:textId="179D380C" w:rsidR="00013309" w:rsidRPr="00500DA0" w:rsidRDefault="0098155C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6A1278F985D54AA8A9898D7D9A95E9E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25E4A">
          <w:rPr>
            <w:rFonts w:ascii="ArialMT" w:hAnsi="ArialMT" w:cs="ArialMT"/>
            <w:szCs w:val="16"/>
          </w:rPr>
          <w:t>Form A08 Landing area / site (ALA / HLA) survey report form and register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989A0" w14:textId="77777777" w:rsidR="00013309" w:rsidRDefault="00013309" w:rsidP="00013309">
    <w:pPr>
      <w:pStyle w:val="Footer"/>
    </w:pPr>
    <w:r>
      <w:t>Civil Aviation Safety Authority</w:t>
    </w:r>
  </w:p>
  <w:p w14:paraId="1641A914" w14:textId="7ABDC24A" w:rsidR="00013309" w:rsidRDefault="0098155C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25E4A">
          <w:rPr>
            <w:rFonts w:ascii="ArialMT" w:hAnsi="ArialMT" w:cs="ArialMT"/>
            <w:szCs w:val="16"/>
          </w:rPr>
          <w:t>Form A08 Landing area / site (ALA / HLA) survey report form and register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495448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495448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70001FFB" w14:textId="77777777" w:rsidR="00013309" w:rsidRPr="00A365CA" w:rsidRDefault="0098155C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293F9C">
          <w:rPr>
            <w:color w:val="ED0000"/>
          </w:rPr>
          <w:t>Official</w:t>
        </w:r>
      </w:sdtContent>
    </w:sdt>
    <w:r w:rsidR="00463F67" w:rsidRPr="00293F9C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9D1AD68" wp14:editId="1BF637B0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C32AA9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D1AD6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FC32AA9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DF2D0" w14:textId="77777777" w:rsidR="00F60D9E" w:rsidRPr="0022402E" w:rsidRDefault="00F60D9E" w:rsidP="0022402E">
      <w:pPr>
        <w:spacing w:before="240"/>
        <w:rPr>
          <w:lang w:val="en-US"/>
        </w:rPr>
      </w:pPr>
      <w:r w:rsidRPr="00293F9C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5F9A10FC" w14:textId="77777777" w:rsidR="00F60D9E" w:rsidRDefault="00F60D9E" w:rsidP="008E21DE">
      <w:pPr>
        <w:spacing w:before="0" w:after="0"/>
      </w:pPr>
      <w:r>
        <w:continuationSeparator/>
      </w:r>
    </w:p>
    <w:p w14:paraId="348A7D1F" w14:textId="77777777" w:rsidR="00F60D9E" w:rsidRDefault="00F60D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BEF5F" w14:textId="77777777" w:rsidR="00DD684D" w:rsidRDefault="00DD684D" w:rsidP="00DD684D">
    <w:pPr>
      <w:pStyle w:val="Header"/>
    </w:pPr>
    <w:r>
      <w:t>ORGANISATION NAME/DETAILS</w:t>
    </w:r>
  </w:p>
  <w:p w14:paraId="4B0B05C0" w14:textId="77777777" w:rsidR="00013309" w:rsidRPr="00DD684D" w:rsidRDefault="0098155C" w:rsidP="00D57D39">
    <w:pPr>
      <w:pStyle w:val="Header"/>
      <w:spacing w:after="120"/>
    </w:pPr>
    <w:r>
      <w:pict w14:anchorId="7D1E989D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EEBA3" w14:textId="77777777" w:rsidR="00463F67" w:rsidRPr="00293F9C" w:rsidRDefault="0098155C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293F9C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48"/>
    <w:rsid w:val="00013309"/>
    <w:rsid w:val="000249B9"/>
    <w:rsid w:val="000334E0"/>
    <w:rsid w:val="00037782"/>
    <w:rsid w:val="00061E14"/>
    <w:rsid w:val="000664B2"/>
    <w:rsid w:val="00080615"/>
    <w:rsid w:val="000B0011"/>
    <w:rsid w:val="000B037B"/>
    <w:rsid w:val="000C252F"/>
    <w:rsid w:val="000C5798"/>
    <w:rsid w:val="000D1115"/>
    <w:rsid w:val="000D3374"/>
    <w:rsid w:val="000D4324"/>
    <w:rsid w:val="000D643E"/>
    <w:rsid w:val="000D6562"/>
    <w:rsid w:val="000D7C76"/>
    <w:rsid w:val="00111FE2"/>
    <w:rsid w:val="001169A7"/>
    <w:rsid w:val="0012631E"/>
    <w:rsid w:val="0013734D"/>
    <w:rsid w:val="00143430"/>
    <w:rsid w:val="00155820"/>
    <w:rsid w:val="00167A69"/>
    <w:rsid w:val="00176B72"/>
    <w:rsid w:val="00195255"/>
    <w:rsid w:val="00196F68"/>
    <w:rsid w:val="001E1DEF"/>
    <w:rsid w:val="00202E68"/>
    <w:rsid w:val="00222CED"/>
    <w:rsid w:val="0022402E"/>
    <w:rsid w:val="00237DAA"/>
    <w:rsid w:val="0024420C"/>
    <w:rsid w:val="0025349F"/>
    <w:rsid w:val="002573ED"/>
    <w:rsid w:val="00280322"/>
    <w:rsid w:val="002804D3"/>
    <w:rsid w:val="0028072B"/>
    <w:rsid w:val="0028675C"/>
    <w:rsid w:val="00293F9C"/>
    <w:rsid w:val="002A42D7"/>
    <w:rsid w:val="002B08EE"/>
    <w:rsid w:val="002C28C9"/>
    <w:rsid w:val="002D320D"/>
    <w:rsid w:val="002E4BE4"/>
    <w:rsid w:val="002F3747"/>
    <w:rsid w:val="002F455A"/>
    <w:rsid w:val="003277CD"/>
    <w:rsid w:val="00341E32"/>
    <w:rsid w:val="003449A0"/>
    <w:rsid w:val="00352215"/>
    <w:rsid w:val="00356D05"/>
    <w:rsid w:val="00363338"/>
    <w:rsid w:val="00387F20"/>
    <w:rsid w:val="00391C57"/>
    <w:rsid w:val="00393599"/>
    <w:rsid w:val="003976B5"/>
    <w:rsid w:val="003D0AF7"/>
    <w:rsid w:val="003F78DD"/>
    <w:rsid w:val="00400B4B"/>
    <w:rsid w:val="00403E57"/>
    <w:rsid w:val="00405A64"/>
    <w:rsid w:val="004154E2"/>
    <w:rsid w:val="00415957"/>
    <w:rsid w:val="00420BDC"/>
    <w:rsid w:val="0043353F"/>
    <w:rsid w:val="00446784"/>
    <w:rsid w:val="0046274F"/>
    <w:rsid w:val="00463F67"/>
    <w:rsid w:val="00481C28"/>
    <w:rsid w:val="00495448"/>
    <w:rsid w:val="00496095"/>
    <w:rsid w:val="004A6B98"/>
    <w:rsid w:val="004B18C3"/>
    <w:rsid w:val="004B4B57"/>
    <w:rsid w:val="004C1374"/>
    <w:rsid w:val="004F599E"/>
    <w:rsid w:val="00500DA0"/>
    <w:rsid w:val="00534D53"/>
    <w:rsid w:val="00535289"/>
    <w:rsid w:val="005408E0"/>
    <w:rsid w:val="00546F0F"/>
    <w:rsid w:val="005477A2"/>
    <w:rsid w:val="005611E7"/>
    <w:rsid w:val="00572028"/>
    <w:rsid w:val="005872EE"/>
    <w:rsid w:val="00591E16"/>
    <w:rsid w:val="00593CFA"/>
    <w:rsid w:val="005A368C"/>
    <w:rsid w:val="005A7D1B"/>
    <w:rsid w:val="005C599A"/>
    <w:rsid w:val="005C741E"/>
    <w:rsid w:val="00614D7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2CDE"/>
    <w:rsid w:val="006E386E"/>
    <w:rsid w:val="006E665C"/>
    <w:rsid w:val="007026E7"/>
    <w:rsid w:val="00761DF2"/>
    <w:rsid w:val="0076765C"/>
    <w:rsid w:val="00782769"/>
    <w:rsid w:val="00792F0D"/>
    <w:rsid w:val="0079364B"/>
    <w:rsid w:val="00795A1A"/>
    <w:rsid w:val="007A1A84"/>
    <w:rsid w:val="007A1DC3"/>
    <w:rsid w:val="007A32A6"/>
    <w:rsid w:val="007B0B08"/>
    <w:rsid w:val="007B7908"/>
    <w:rsid w:val="00801CC5"/>
    <w:rsid w:val="008039FC"/>
    <w:rsid w:val="0082494A"/>
    <w:rsid w:val="00841B5A"/>
    <w:rsid w:val="00871C5E"/>
    <w:rsid w:val="00876B16"/>
    <w:rsid w:val="00877A93"/>
    <w:rsid w:val="00880620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132F7"/>
    <w:rsid w:val="0093424E"/>
    <w:rsid w:val="009456AF"/>
    <w:rsid w:val="00950C51"/>
    <w:rsid w:val="00961649"/>
    <w:rsid w:val="00971C95"/>
    <w:rsid w:val="00977C26"/>
    <w:rsid w:val="0098155C"/>
    <w:rsid w:val="00984B18"/>
    <w:rsid w:val="00990CFE"/>
    <w:rsid w:val="009A1E31"/>
    <w:rsid w:val="009A26DC"/>
    <w:rsid w:val="009C312E"/>
    <w:rsid w:val="009D579E"/>
    <w:rsid w:val="009F0A52"/>
    <w:rsid w:val="009F200E"/>
    <w:rsid w:val="00A07476"/>
    <w:rsid w:val="00A07E4A"/>
    <w:rsid w:val="00A17147"/>
    <w:rsid w:val="00A2204F"/>
    <w:rsid w:val="00A220A6"/>
    <w:rsid w:val="00A25E4A"/>
    <w:rsid w:val="00A365CA"/>
    <w:rsid w:val="00A401EB"/>
    <w:rsid w:val="00A416EF"/>
    <w:rsid w:val="00A51A9F"/>
    <w:rsid w:val="00A54503"/>
    <w:rsid w:val="00A56018"/>
    <w:rsid w:val="00A56A12"/>
    <w:rsid w:val="00A57805"/>
    <w:rsid w:val="00A670E9"/>
    <w:rsid w:val="00A8475F"/>
    <w:rsid w:val="00A85DE5"/>
    <w:rsid w:val="00AB12D5"/>
    <w:rsid w:val="00AD735D"/>
    <w:rsid w:val="00AF0899"/>
    <w:rsid w:val="00B014EE"/>
    <w:rsid w:val="00B10265"/>
    <w:rsid w:val="00B2408B"/>
    <w:rsid w:val="00B36A39"/>
    <w:rsid w:val="00B603C0"/>
    <w:rsid w:val="00B636CC"/>
    <w:rsid w:val="00BA5F84"/>
    <w:rsid w:val="00BB001A"/>
    <w:rsid w:val="00BC75EC"/>
    <w:rsid w:val="00BD532A"/>
    <w:rsid w:val="00BD623A"/>
    <w:rsid w:val="00BE7CBF"/>
    <w:rsid w:val="00BF08D9"/>
    <w:rsid w:val="00C0421C"/>
    <w:rsid w:val="00C06EF2"/>
    <w:rsid w:val="00C17E6E"/>
    <w:rsid w:val="00C235A5"/>
    <w:rsid w:val="00C375C0"/>
    <w:rsid w:val="00C375C7"/>
    <w:rsid w:val="00C75CAF"/>
    <w:rsid w:val="00C837F2"/>
    <w:rsid w:val="00CA2B08"/>
    <w:rsid w:val="00CA6BAF"/>
    <w:rsid w:val="00CD609A"/>
    <w:rsid w:val="00CF0836"/>
    <w:rsid w:val="00CF700D"/>
    <w:rsid w:val="00D1117D"/>
    <w:rsid w:val="00D13C3C"/>
    <w:rsid w:val="00D25881"/>
    <w:rsid w:val="00D26448"/>
    <w:rsid w:val="00D32F10"/>
    <w:rsid w:val="00D55BB9"/>
    <w:rsid w:val="00D57D39"/>
    <w:rsid w:val="00D632F7"/>
    <w:rsid w:val="00D74117"/>
    <w:rsid w:val="00D81030"/>
    <w:rsid w:val="00D942D1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0DEA"/>
    <w:rsid w:val="00E67411"/>
    <w:rsid w:val="00E70E31"/>
    <w:rsid w:val="00E819EA"/>
    <w:rsid w:val="00E9794A"/>
    <w:rsid w:val="00EC20D7"/>
    <w:rsid w:val="00EC57AD"/>
    <w:rsid w:val="00EF4556"/>
    <w:rsid w:val="00F34BEE"/>
    <w:rsid w:val="00F60D9E"/>
    <w:rsid w:val="00F71B77"/>
    <w:rsid w:val="00F81326"/>
    <w:rsid w:val="00F86B38"/>
    <w:rsid w:val="00F9318C"/>
    <w:rsid w:val="00F95342"/>
    <w:rsid w:val="00F95D51"/>
    <w:rsid w:val="00FD0395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7CE359"/>
  <w15:chartTrackingRefBased/>
  <w15:docId w15:val="{A51C9B0F-9CB7-4A6C-90E5-B4F723E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495448"/>
    <w:rPr>
      <w:kern w:val="32"/>
    </w:rPr>
  </w:style>
  <w:style w:type="paragraph" w:customStyle="1" w:styleId="Tabletext">
    <w:name w:val="Table text"/>
    <w:basedOn w:val="Normal"/>
    <w:qFormat/>
    <w:rsid w:val="00D632F7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te">
    <w:name w:val="Note"/>
    <w:basedOn w:val="NotesBoxTextHanging"/>
    <w:uiPriority w:val="19"/>
    <w:qFormat/>
    <w:rsid w:val="00D632F7"/>
  </w:style>
  <w:style w:type="paragraph" w:customStyle="1" w:styleId="unHeading4">
    <w:name w:val="unHeading4"/>
    <w:basedOn w:val="Heading4"/>
    <w:uiPriority w:val="8"/>
    <w:qFormat/>
    <w:rsid w:val="00D632F7"/>
    <w:rPr>
      <w:rFonts w:asciiTheme="majorHAnsi" w:hAnsiTheme="majorHAnsi"/>
      <w:kern w:val="32"/>
      <w:szCs w:val="24"/>
    </w:rPr>
  </w:style>
  <w:style w:type="paragraph" w:customStyle="1" w:styleId="subNormal">
    <w:name w:val="subNormal"/>
    <w:basedOn w:val="Normal"/>
    <w:uiPriority w:val="19"/>
    <w:qFormat/>
    <w:rsid w:val="00D632F7"/>
    <w:rPr>
      <w:sz w:val="16"/>
    </w:rPr>
  </w:style>
  <w:style w:type="character" w:customStyle="1" w:styleId="bold">
    <w:name w:val="bold"/>
    <w:basedOn w:val="DefaultParagraphFont"/>
    <w:uiPriority w:val="1"/>
    <w:qFormat/>
    <w:rsid w:val="00D632F7"/>
    <w:rPr>
      <w:b/>
      <w:bCs/>
    </w:rPr>
  </w:style>
  <w:style w:type="table" w:customStyle="1" w:styleId="SD-MOStable">
    <w:name w:val="SD - MOS table"/>
    <w:basedOn w:val="TableNormal"/>
    <w:uiPriority w:val="99"/>
    <w:rsid w:val="00D632F7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CD60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EC20D7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A1278F985D54AA8A9898D7D9A95E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5A343-39E2-4A24-963A-7BA501A40B8D}"/>
      </w:docPartPr>
      <w:docPartBody>
        <w:p w:rsidR="00522C22" w:rsidRDefault="00494B08">
          <w:pPr>
            <w:pStyle w:val="6A1278F985D54AA8A9898D7D9A95E9E5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711"/>
    <w:rsid w:val="00155820"/>
    <w:rsid w:val="001B5794"/>
    <w:rsid w:val="002E4BE4"/>
    <w:rsid w:val="00400B4B"/>
    <w:rsid w:val="00494B08"/>
    <w:rsid w:val="004A0354"/>
    <w:rsid w:val="00521711"/>
    <w:rsid w:val="00522C22"/>
    <w:rsid w:val="005A7D1B"/>
    <w:rsid w:val="006E2CDE"/>
    <w:rsid w:val="00A57805"/>
    <w:rsid w:val="00D26448"/>
    <w:rsid w:val="00D32F10"/>
    <w:rsid w:val="00DB3182"/>
    <w:rsid w:val="00E20E30"/>
    <w:rsid w:val="00E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A1278F985D54AA8A9898D7D9A95E9E5">
    <w:name w:val="6A1278F985D54AA8A9898D7D9A95E9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09d1133f-994b-4ec9-8bcd-76b1f6ed9a8c"/>
    <ds:schemaRef ds:uri="147bc000-5d24-4a58-bdb3-1d507d54dc98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60</TotalTime>
  <Pages>3</Pages>
  <Words>206</Words>
  <Characters>1156</Characters>
  <Application>Microsoft Office Word</Application>
  <DocSecurity>0</DocSecurity>
  <Lines>385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A08 Landing area / site (ALA / HLA) survey report form and register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A08 Landing area / site (ALA / HLA) survey report form and register</dc:title>
  <dc:subject/>
  <dc:creator>Bartholomew, Tina</dc:creator>
  <cp:keywords/>
  <dc:description/>
  <cp:lastModifiedBy>Bartholomew, Tina</cp:lastModifiedBy>
  <cp:revision>54</cp:revision>
  <dcterms:created xsi:type="dcterms:W3CDTF">2025-11-18T03:53:00Z</dcterms:created>
  <dcterms:modified xsi:type="dcterms:W3CDTF">2025-11-25T04:52:00Z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NOS-2025-0042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